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9684" w14:textId="77777777" w:rsidR="00561F08" w:rsidRDefault="00561F08" w:rsidP="00F07C48">
      <w:pPr>
        <w:pStyle w:val="SIText"/>
      </w:pPr>
      <w:bookmarkStart w:id="0" w:name="_GoBack"/>
      <w:bookmarkEnd w:id="0"/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CA2922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CA2922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6C1AB34D" w:rsidR="00F1480E" w:rsidRPr="00CC451E" w:rsidRDefault="00AC3C35" w:rsidP="00AC3C35">
            <w:pPr>
              <w:pStyle w:val="SIText"/>
            </w:pPr>
            <w:r>
              <w:t>This version released with RGR Racing</w:t>
            </w:r>
            <w:r w:rsidR="00337E82" w:rsidRPr="00CC451E">
              <w:t>] Training</w:t>
            </w:r>
            <w:r w:rsidR="00F1480E" w:rsidRPr="00CC451E">
              <w:t xml:space="preserve"> Package Version </w:t>
            </w:r>
            <w:r w:rsidR="00402874">
              <w:t>2</w:t>
            </w:r>
            <w:r>
              <w:t>.0</w:t>
            </w:r>
            <w:r w:rsidR="00F1480E" w:rsidRPr="00CC451E">
              <w:t>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2320ADA8" w:rsidR="00F1480E" w:rsidRPr="00923720" w:rsidRDefault="00745591" w:rsidP="00C606B0">
            <w:pPr>
              <w:pStyle w:val="SIQUALCODE"/>
            </w:pPr>
            <w:r>
              <w:t>RGR</w:t>
            </w:r>
            <w:r w:rsidR="00C606B0">
              <w:t>301</w:t>
            </w:r>
            <w:r w:rsidRPr="00AC3C35">
              <w:t>18</w:t>
            </w:r>
          </w:p>
        </w:tc>
        <w:tc>
          <w:tcPr>
            <w:tcW w:w="3604" w:type="pct"/>
            <w:shd w:val="clear" w:color="auto" w:fill="auto"/>
          </w:tcPr>
          <w:p w14:paraId="261D261B" w14:textId="575D7BD2" w:rsidR="00F1480E" w:rsidRPr="00923720" w:rsidRDefault="00745591" w:rsidP="00402874">
            <w:pPr>
              <w:pStyle w:val="SIQUALtitle"/>
            </w:pPr>
            <w:r w:rsidRPr="00AC3C35">
              <w:t>Certificate I</w:t>
            </w:r>
            <w:r w:rsidR="00C606B0">
              <w:t>II</w:t>
            </w:r>
            <w:r w:rsidRPr="00AC3C35">
              <w:t xml:space="preserve"> in Racing (</w:t>
            </w:r>
            <w:proofErr w:type="spellStart"/>
            <w:r w:rsidR="00B72DC7">
              <w:t>Track</w:t>
            </w:r>
            <w:r w:rsidR="00402874">
              <w:t>work</w:t>
            </w:r>
            <w:proofErr w:type="spellEnd"/>
            <w:r w:rsidR="00402874">
              <w:t xml:space="preserve"> R</w:t>
            </w:r>
            <w:r w:rsidR="00B72DC7">
              <w:t>ider</w:t>
            </w:r>
            <w:r w:rsidRPr="00AC3C35">
              <w:t>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77777777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1A9DA22E" w14:textId="77777777" w:rsidR="00B72DC7" w:rsidRDefault="00B72DC7" w:rsidP="00B72DC7">
            <w:pPr>
              <w:pStyle w:val="SIText"/>
            </w:pPr>
            <w:r w:rsidRPr="0033191A">
              <w:t>Th</w:t>
            </w:r>
            <w:r>
              <w:t>is</w:t>
            </w:r>
            <w:r w:rsidRPr="0033191A">
              <w:t xml:space="preserve"> qualification </w:t>
            </w:r>
            <w:r>
              <w:t>reflects</w:t>
            </w:r>
            <w:r w:rsidRPr="0033191A">
              <w:t xml:space="preserve"> the role of </w:t>
            </w:r>
            <w:r>
              <w:t xml:space="preserve">individuals </w:t>
            </w:r>
            <w:r w:rsidRPr="0033191A">
              <w:t xml:space="preserve">who </w:t>
            </w:r>
            <w:r>
              <w:t>are</w:t>
            </w:r>
            <w:r w:rsidRPr="0033191A">
              <w:t xml:space="preserve"> independently engaged or employed</w:t>
            </w:r>
            <w:r>
              <w:t xml:space="preserve"> as </w:t>
            </w:r>
            <w:proofErr w:type="spellStart"/>
            <w:r>
              <w:t>t</w:t>
            </w:r>
            <w:r w:rsidRPr="00BA3287">
              <w:t>rackriders</w:t>
            </w:r>
            <w:proofErr w:type="spellEnd"/>
            <w:r w:rsidRPr="00BA3287">
              <w:t xml:space="preserve"> </w:t>
            </w:r>
            <w:r w:rsidRPr="0033191A">
              <w:t>to exercise thoroughbred horses on the instruction of a trainer</w:t>
            </w:r>
            <w:r>
              <w:t xml:space="preserve"> in the racing industry</w:t>
            </w:r>
            <w:r w:rsidRPr="0033191A">
              <w:t xml:space="preserve">. </w:t>
            </w:r>
          </w:p>
          <w:p w14:paraId="2C6385BF" w14:textId="77777777" w:rsidR="00B72DC7" w:rsidRDefault="00B72DC7" w:rsidP="00B72DC7">
            <w:pPr>
              <w:pStyle w:val="SIText"/>
            </w:pPr>
          </w:p>
          <w:p w14:paraId="010EAB5C" w14:textId="7B44C952" w:rsidR="00B72DC7" w:rsidRDefault="00F9538D" w:rsidP="00B72DC7">
            <w:pPr>
              <w:pStyle w:val="SIText"/>
            </w:pPr>
            <w:proofErr w:type="spellStart"/>
            <w:r>
              <w:t>T</w:t>
            </w:r>
            <w:r w:rsidR="0078631E">
              <w:t>rackriders</w:t>
            </w:r>
            <w:proofErr w:type="spellEnd"/>
            <w:r w:rsidR="0078631E">
              <w:t xml:space="preserve"> </w:t>
            </w:r>
            <w:r w:rsidR="00B72DC7" w:rsidRPr="0033191A">
              <w:t xml:space="preserve">require high level riding skills </w:t>
            </w:r>
            <w:r w:rsidR="0078631E">
              <w:t>to exercise racehorses at various paces</w:t>
            </w:r>
            <w:r>
              <w:t>. They must be able to i</w:t>
            </w:r>
            <w:r w:rsidR="00B72DC7" w:rsidRPr="0033191A">
              <w:t xml:space="preserve">nterpret </w:t>
            </w:r>
            <w:r>
              <w:t xml:space="preserve">and implement trainer’s instructions </w:t>
            </w:r>
            <w:r w:rsidR="00B72DC7" w:rsidRPr="0033191A">
              <w:t xml:space="preserve">and communicate information </w:t>
            </w:r>
            <w:r w:rsidR="00B72DC7">
              <w:t>about</w:t>
            </w:r>
            <w:r w:rsidR="00B72DC7" w:rsidRPr="0033191A">
              <w:t xml:space="preserve"> </w:t>
            </w:r>
            <w:r>
              <w:t>race</w:t>
            </w:r>
            <w:r w:rsidR="00B72DC7" w:rsidRPr="0033191A">
              <w:t xml:space="preserve">horse </w:t>
            </w:r>
            <w:r>
              <w:t xml:space="preserve">fitness </w:t>
            </w:r>
            <w:r w:rsidR="00B72DC7" w:rsidRPr="0033191A">
              <w:t>and performance accurately to the trainer.</w:t>
            </w:r>
            <w:r w:rsidR="00B72DC7" w:rsidRPr="0076701B">
              <w:t xml:space="preserve"> </w:t>
            </w:r>
            <w:proofErr w:type="spellStart"/>
            <w:r w:rsidR="00B72DC7">
              <w:t>Trackriders</w:t>
            </w:r>
            <w:proofErr w:type="spellEnd"/>
            <w:r w:rsidR="00B72DC7" w:rsidRPr="00BA3287">
              <w:t xml:space="preserve"> work independently with limited supervision in a defined range of varied contexts that may be complex and non-routine</w:t>
            </w:r>
            <w:r w:rsidR="00B72DC7">
              <w:t>.</w:t>
            </w:r>
          </w:p>
          <w:p w14:paraId="2AD09A07" w14:textId="77777777" w:rsidR="00B72DC7" w:rsidRPr="0076701B" w:rsidRDefault="00B72DC7" w:rsidP="00B72DC7">
            <w:pPr>
              <w:pStyle w:val="SIText"/>
            </w:pPr>
          </w:p>
          <w:p w14:paraId="450D831D" w14:textId="105653B3" w:rsidR="00AC3C35" w:rsidRPr="00856837" w:rsidRDefault="00B72DC7" w:rsidP="00B72DC7">
            <w:pPr>
              <w:pStyle w:val="SIText"/>
              <w:rPr>
                <w:color w:val="000000" w:themeColor="text1"/>
              </w:rPr>
            </w:pPr>
            <w:r w:rsidRPr="0076701B">
              <w:t xml:space="preserve">This qualification is required for industry licensing and registration in some states and territories. </w:t>
            </w:r>
            <w:r w:rsidRPr="00BA3287">
              <w:t xml:space="preserve">Users are advised to check with </w:t>
            </w:r>
            <w:r>
              <w:t>the relevant</w:t>
            </w:r>
            <w:r w:rsidRPr="0076701B">
              <w:t xml:space="preserve"> Principal Racing Authority for </w:t>
            </w:r>
            <w:r>
              <w:t>current requirements</w:t>
            </w:r>
            <w:r w:rsidRPr="0076701B">
              <w:t>.</w:t>
            </w: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4CE4C009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0D01DB5" w14:textId="18EC4688" w:rsidR="00AC3C35" w:rsidRPr="008908DE" w:rsidRDefault="00AC3C35">
            <w:pPr>
              <w:pStyle w:val="SIText"/>
            </w:pPr>
            <w:r w:rsidRPr="00BE1384">
              <w:t>There are no entry requirements for this qualification.</w:t>
            </w:r>
            <w:r w:rsidR="00B25F74" w:rsidRPr="00385E59">
              <w:t xml:space="preserve"> </w:t>
            </w: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7F954312" w14:textId="77777777" w:rsidR="00AC3C35" w:rsidRPr="00AA1D1B" w:rsidRDefault="00AC3C35" w:rsidP="00AC3C35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5AEB489" w14:textId="3B5A7DA3" w:rsidR="00B72DC7" w:rsidRDefault="00B72DC7" w:rsidP="00B72DC7">
            <w:pPr>
              <w:pStyle w:val="SIBulletList1"/>
            </w:pPr>
            <w:r>
              <w:t>1</w:t>
            </w:r>
            <w:r w:rsidR="002A6788">
              <w:t>8</w:t>
            </w:r>
            <w:r>
              <w:t xml:space="preserve"> units of competency:</w:t>
            </w:r>
          </w:p>
          <w:p w14:paraId="5A50D6D7" w14:textId="469A6BD2" w:rsidR="00B72DC7" w:rsidRPr="000C490A" w:rsidRDefault="002A6788" w:rsidP="00B72DC7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11</w:t>
            </w:r>
            <w:r w:rsidRPr="000C490A">
              <w:t xml:space="preserve"> </w:t>
            </w:r>
            <w:r w:rsidR="00B72DC7" w:rsidRPr="000C490A">
              <w:t>core units plus</w:t>
            </w:r>
          </w:p>
          <w:p w14:paraId="6A4EE599" w14:textId="53EACCC8" w:rsidR="00B72DC7" w:rsidRDefault="002A6788" w:rsidP="00B72DC7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Pr="000C490A">
              <w:t xml:space="preserve"> </w:t>
            </w:r>
            <w:r w:rsidR="00B72DC7" w:rsidRPr="000C490A">
              <w:t>elective units.</w:t>
            </w:r>
          </w:p>
          <w:p w14:paraId="12330F6C" w14:textId="77777777" w:rsidR="00B72DC7" w:rsidRPr="000C490A" w:rsidRDefault="00B72DC7" w:rsidP="00B72DC7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BE36020" w14:textId="71BEE580" w:rsidR="00B72DC7" w:rsidRDefault="002A6788" w:rsidP="00B72DC7">
            <w:pPr>
              <w:pStyle w:val="SIBulletList1"/>
            </w:pPr>
            <w:r>
              <w:t xml:space="preserve">5 </w:t>
            </w:r>
            <w:r w:rsidR="00B72DC7" w:rsidRPr="000C490A">
              <w:t>from the electives listed below</w:t>
            </w:r>
          </w:p>
          <w:p w14:paraId="13528D60" w14:textId="6CEB86CF" w:rsidR="00AC3C35" w:rsidRDefault="00B72DC7" w:rsidP="00B72DC7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</w:p>
        </w:tc>
      </w:tr>
      <w:tr w:rsidR="00AC3C35" w:rsidRPr="00963A46" w14:paraId="50B93594" w14:textId="77777777" w:rsidTr="00385E59">
        <w:trPr>
          <w:trHeight w:val="791"/>
        </w:trPr>
        <w:tc>
          <w:tcPr>
            <w:tcW w:w="5000" w:type="pct"/>
            <w:gridSpan w:val="2"/>
            <w:shd w:val="clear" w:color="auto" w:fill="auto"/>
          </w:tcPr>
          <w:p w14:paraId="0233C2C3" w14:textId="77777777" w:rsidR="00AC3C35" w:rsidRDefault="00AC3C35" w:rsidP="00AC3C35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77777777" w:rsidR="00AC3C35" w:rsidRPr="00856837" w:rsidRDefault="00AC3C35" w:rsidP="00AC3C35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29"/>
              <w:gridCol w:w="5760"/>
            </w:tblGrid>
            <w:tr w:rsidR="00316FF9" w:rsidRPr="005C7EA8" w14:paraId="54B3D95E" w14:textId="77777777" w:rsidTr="00637FE5">
              <w:tc>
                <w:tcPr>
                  <w:tcW w:w="2629" w:type="dxa"/>
                  <w:vAlign w:val="center"/>
                </w:tcPr>
                <w:p w14:paraId="154CFE56" w14:textId="723DF9BB" w:rsidR="00316FF9" w:rsidRPr="003D1AAC" w:rsidRDefault="00316FF9" w:rsidP="00316FF9">
                  <w:pPr>
                    <w:pStyle w:val="SIText"/>
                  </w:pPr>
                  <w:r w:rsidRPr="0076701B">
                    <w:rPr>
                      <w:rFonts w:eastAsia="Calibri"/>
                    </w:rPr>
                    <w:t>ACMEQU208</w:t>
                  </w:r>
                </w:p>
              </w:tc>
              <w:tc>
                <w:tcPr>
                  <w:tcW w:w="5760" w:type="dxa"/>
                  <w:vAlign w:val="center"/>
                </w:tcPr>
                <w:p w14:paraId="45C5EA21" w14:textId="4EA281F4" w:rsidR="00316FF9" w:rsidRPr="003D1AAC" w:rsidRDefault="00316FF9" w:rsidP="00316FF9">
                  <w:pPr>
                    <w:pStyle w:val="SIText"/>
                  </w:pPr>
                  <w:r w:rsidRPr="0076701B">
                    <w:rPr>
                      <w:rFonts w:eastAsia="Calibri"/>
                    </w:rPr>
                    <w:t>Manage personal health and fitness</w:t>
                  </w:r>
                  <w:r>
                    <w:rPr>
                      <w:rFonts w:eastAsia="Calibri"/>
                    </w:rPr>
                    <w:t xml:space="preserve"> for working with horses</w:t>
                  </w:r>
                </w:p>
              </w:tc>
            </w:tr>
            <w:tr w:rsidR="00637FE5" w:rsidRPr="005C7EA8" w14:paraId="152AB9DC" w14:textId="77777777" w:rsidTr="00637FE5">
              <w:tc>
                <w:tcPr>
                  <w:tcW w:w="2629" w:type="dxa"/>
                  <w:vAlign w:val="center"/>
                </w:tcPr>
                <w:p w14:paraId="324B8C44" w14:textId="45EC229F" w:rsidR="00637FE5" w:rsidRPr="0076701B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>
                    <w:t>BSBWHS201</w:t>
                  </w:r>
                </w:p>
              </w:tc>
              <w:tc>
                <w:tcPr>
                  <w:tcW w:w="5760" w:type="dxa"/>
                  <w:vAlign w:val="center"/>
                </w:tcPr>
                <w:p w14:paraId="1750E340" w14:textId="0EF91A90" w:rsidR="00637FE5" w:rsidRPr="0076701B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>
                    <w:t>Contribute to health and safety of self and others</w:t>
                  </w:r>
                </w:p>
              </w:tc>
            </w:tr>
            <w:tr w:rsidR="00637FE5" w:rsidRPr="005C7EA8" w14:paraId="56198BB5" w14:textId="77777777" w:rsidTr="00637FE5">
              <w:tc>
                <w:tcPr>
                  <w:tcW w:w="2629" w:type="dxa"/>
                  <w:vAlign w:val="center"/>
                </w:tcPr>
                <w:p w14:paraId="62F129FC" w14:textId="22503453" w:rsidR="00637FE5" w:rsidRPr="003D1AAC" w:rsidRDefault="00637FE5" w:rsidP="00637FE5">
                  <w:pPr>
                    <w:pStyle w:val="SIText"/>
                  </w:pPr>
                  <w:r w:rsidRPr="00A379AA">
                    <w:t>RGR</w:t>
                  </w:r>
                  <w:r w:rsidRPr="0076701B">
                    <w:t>CMN20</w:t>
                  </w:r>
                  <w:r>
                    <w:t>3</w:t>
                  </w:r>
                </w:p>
              </w:tc>
              <w:tc>
                <w:tcPr>
                  <w:tcW w:w="5760" w:type="dxa"/>
                  <w:vAlign w:val="center"/>
                </w:tcPr>
                <w:p w14:paraId="58E4A1A1" w14:textId="79F41975" w:rsidR="00637FE5" w:rsidRPr="003D1AAC" w:rsidRDefault="00637FE5" w:rsidP="00637FE5">
                  <w:pPr>
                    <w:pStyle w:val="SIText"/>
                  </w:pPr>
                  <w:r w:rsidRPr="00A379AA">
                    <w:t xml:space="preserve">Comply with racing </w:t>
                  </w:r>
                  <w:r w:rsidRPr="0076701B">
                    <w:t>industry ethics and integrity</w:t>
                  </w:r>
                </w:p>
              </w:tc>
            </w:tr>
            <w:tr w:rsidR="00637FE5" w:rsidRPr="005C7EA8" w14:paraId="62C99FD5" w14:textId="77777777" w:rsidTr="00637FE5">
              <w:tc>
                <w:tcPr>
                  <w:tcW w:w="2629" w:type="dxa"/>
                </w:tcPr>
                <w:p w14:paraId="2EE8EC61" w14:textId="5793DCEB" w:rsidR="00637FE5" w:rsidRPr="00250326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 w:rsidRPr="00491FCF">
                    <w:t>RGRPSH201</w:t>
                  </w:r>
                  <w:r>
                    <w:t xml:space="preserve"> </w:t>
                  </w:r>
                </w:p>
              </w:tc>
              <w:tc>
                <w:tcPr>
                  <w:tcW w:w="5760" w:type="dxa"/>
                </w:tcPr>
                <w:p w14:paraId="38C1182F" w14:textId="43775F54" w:rsidR="00637FE5" w:rsidRPr="00250326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 w:rsidRPr="00491FCF">
                    <w:t>Handle rac</w:t>
                  </w:r>
                  <w:r>
                    <w:t>e</w:t>
                  </w:r>
                  <w:r w:rsidRPr="00491FCF">
                    <w:t xml:space="preserve">horses </w:t>
                  </w:r>
                  <w:r>
                    <w:t xml:space="preserve">in stables and at </w:t>
                  </w:r>
                  <w:proofErr w:type="spellStart"/>
                  <w:r>
                    <w:t>trackwork</w:t>
                  </w:r>
                  <w:proofErr w:type="spellEnd"/>
                </w:p>
              </w:tc>
            </w:tr>
            <w:tr w:rsidR="00637FE5" w:rsidRPr="005C7EA8" w14:paraId="14325415" w14:textId="77777777" w:rsidTr="00637FE5">
              <w:tc>
                <w:tcPr>
                  <w:tcW w:w="2629" w:type="dxa"/>
                  <w:vAlign w:val="center"/>
                </w:tcPr>
                <w:p w14:paraId="6C05A9A2" w14:textId="3636E261" w:rsidR="00637FE5" w:rsidRPr="00402874" w:rsidRDefault="00637FE5" w:rsidP="00637FE5">
                  <w:pPr>
                    <w:pStyle w:val="SIText"/>
                  </w:pPr>
                  <w:r w:rsidRPr="00402874">
                    <w:t>RGRPSH205</w:t>
                  </w:r>
                </w:p>
              </w:tc>
              <w:tc>
                <w:tcPr>
                  <w:tcW w:w="5760" w:type="dxa"/>
                  <w:vAlign w:val="center"/>
                </w:tcPr>
                <w:p w14:paraId="3049A456" w14:textId="5590EEDC" w:rsidR="00637FE5" w:rsidRPr="00402874" w:rsidRDefault="00637FE5" w:rsidP="00637FE5">
                  <w:pPr>
                    <w:pStyle w:val="SIText"/>
                  </w:pPr>
                  <w:r w:rsidRPr="00402874">
                    <w:t>Perform basic riding skills in the racing industry</w:t>
                  </w:r>
                </w:p>
              </w:tc>
            </w:tr>
            <w:tr w:rsidR="00637FE5" w:rsidRPr="005C7EA8" w14:paraId="04582E23" w14:textId="77777777" w:rsidTr="00637FE5">
              <w:tc>
                <w:tcPr>
                  <w:tcW w:w="2629" w:type="dxa"/>
                  <w:vAlign w:val="center"/>
                </w:tcPr>
                <w:p w14:paraId="1C776DC2" w14:textId="442DF945" w:rsidR="00637FE5" w:rsidRPr="00250326" w:rsidRDefault="00637FE5" w:rsidP="00637FE5">
                  <w:pPr>
                    <w:pStyle w:val="SIText"/>
                  </w:pPr>
                  <w:r w:rsidRPr="0076701B">
                    <w:t>RGRPSH209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2CBA5B95" w14:textId="7FEBF9B6" w:rsidR="00637FE5" w:rsidRPr="00250326" w:rsidRDefault="00637FE5" w:rsidP="00637FE5">
                  <w:pPr>
                    <w:pStyle w:val="SIText"/>
                  </w:pPr>
                  <w:r w:rsidRPr="0076701B">
                    <w:t>Attend horses at race meetings and trials</w:t>
                  </w:r>
                </w:p>
              </w:tc>
            </w:tr>
            <w:tr w:rsidR="00637FE5" w:rsidRPr="005C7EA8" w14:paraId="2EEA244C" w14:textId="77777777" w:rsidTr="00637FE5">
              <w:tc>
                <w:tcPr>
                  <w:tcW w:w="2629" w:type="dxa"/>
                  <w:vAlign w:val="center"/>
                </w:tcPr>
                <w:p w14:paraId="45EEA15F" w14:textId="1AD7BD6C" w:rsidR="00637FE5" w:rsidRPr="00250326" w:rsidRDefault="00637FE5" w:rsidP="00637FE5">
                  <w:pPr>
                    <w:pStyle w:val="SIText"/>
                  </w:pPr>
                  <w:r w:rsidRPr="0076701B">
                    <w:t>RGRPSH211</w:t>
                  </w:r>
                </w:p>
              </w:tc>
              <w:tc>
                <w:tcPr>
                  <w:tcW w:w="5760" w:type="dxa"/>
                  <w:vAlign w:val="center"/>
                </w:tcPr>
                <w:p w14:paraId="6EB19D3D" w14:textId="618A86EA" w:rsidR="00637FE5" w:rsidRPr="00250326" w:rsidRDefault="00637FE5" w:rsidP="00637FE5">
                  <w:pPr>
                    <w:pStyle w:val="SIText"/>
                  </w:pPr>
                  <w:r w:rsidRPr="00681C0E">
                    <w:t xml:space="preserve">Work effectively in the </w:t>
                  </w:r>
                  <w:r w:rsidRPr="0076701B">
                    <w:t>horse racing industry</w:t>
                  </w:r>
                </w:p>
              </w:tc>
            </w:tr>
            <w:tr w:rsidR="00637FE5" w:rsidRPr="005C7EA8" w14:paraId="4152B1AA" w14:textId="77777777" w:rsidTr="00637FE5">
              <w:tc>
                <w:tcPr>
                  <w:tcW w:w="2629" w:type="dxa"/>
                  <w:vAlign w:val="center"/>
                </w:tcPr>
                <w:p w14:paraId="677F4A41" w14:textId="1A669F12" w:rsidR="00637FE5" w:rsidRPr="00250326" w:rsidRDefault="00637FE5" w:rsidP="00637FE5">
                  <w:pPr>
                    <w:pStyle w:val="SIText"/>
                  </w:pPr>
                  <w:r w:rsidRPr="0076701B">
                    <w:t>RGRPSH304</w:t>
                  </w:r>
                </w:p>
              </w:tc>
              <w:tc>
                <w:tcPr>
                  <w:tcW w:w="5760" w:type="dxa"/>
                  <w:vAlign w:val="center"/>
                </w:tcPr>
                <w:p w14:paraId="195086DE" w14:textId="6DF123C4" w:rsidR="00637FE5" w:rsidRPr="00250326" w:rsidRDefault="00637FE5" w:rsidP="00637FE5">
                  <w:pPr>
                    <w:pStyle w:val="SIText"/>
                  </w:pPr>
                  <w:r w:rsidRPr="0076701B">
                    <w:t>Identify factors that affect racehorse performance</w:t>
                  </w:r>
                </w:p>
              </w:tc>
            </w:tr>
            <w:tr w:rsidR="00637FE5" w:rsidRPr="005C7EA8" w14:paraId="3BBE6317" w14:textId="77777777" w:rsidTr="00637FE5">
              <w:tc>
                <w:tcPr>
                  <w:tcW w:w="2629" w:type="dxa"/>
                  <w:vAlign w:val="center"/>
                </w:tcPr>
                <w:p w14:paraId="646C303C" w14:textId="2FB43244" w:rsidR="00637FE5" w:rsidRPr="00385E59" w:rsidRDefault="00637FE5" w:rsidP="00637FE5">
                  <w:pPr>
                    <w:pStyle w:val="SIText"/>
                  </w:pPr>
                  <w:r w:rsidRPr="00385E59">
                    <w:t>RGRPSH306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25835E1E" w14:textId="3A30C0AB" w:rsidR="00637FE5" w:rsidRPr="00385E59" w:rsidRDefault="00637FE5" w:rsidP="00637FE5">
                  <w:pPr>
                    <w:pStyle w:val="SIText"/>
                  </w:pPr>
                  <w:r w:rsidRPr="00385E59">
                    <w:t xml:space="preserve">Develop basic </w:t>
                  </w:r>
                  <w:proofErr w:type="spellStart"/>
                  <w:r w:rsidRPr="00385E59">
                    <w:t>trackwork</w:t>
                  </w:r>
                  <w:proofErr w:type="spellEnd"/>
                  <w:r w:rsidRPr="00385E59">
                    <w:t xml:space="preserve"> riding skills</w:t>
                  </w:r>
                </w:p>
              </w:tc>
            </w:tr>
            <w:tr w:rsidR="00637FE5" w:rsidRPr="005C7EA8" w14:paraId="16DBB974" w14:textId="77777777" w:rsidTr="00637FE5">
              <w:tc>
                <w:tcPr>
                  <w:tcW w:w="2629" w:type="dxa"/>
                  <w:vAlign w:val="center"/>
                </w:tcPr>
                <w:p w14:paraId="1C769762" w14:textId="7B5C3A7B" w:rsidR="00637FE5" w:rsidRPr="00250326" w:rsidRDefault="00637FE5" w:rsidP="00637FE5">
                  <w:pPr>
                    <w:pStyle w:val="SIText"/>
                  </w:pPr>
                  <w:r w:rsidRPr="0076701B">
                    <w:t>RGRPSH307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0C9A4F2A" w14:textId="1C3C8323" w:rsidR="00637FE5" w:rsidRPr="00250326" w:rsidRDefault="00637FE5" w:rsidP="00637FE5">
                  <w:pPr>
                    <w:pStyle w:val="SIText"/>
                  </w:pPr>
                  <w:r w:rsidRPr="0076701B">
                    <w:t>Exercise horses in pacework</w:t>
                  </w:r>
                </w:p>
              </w:tc>
            </w:tr>
            <w:tr w:rsidR="00637FE5" w:rsidRPr="005C7EA8" w14:paraId="54E8701A" w14:textId="77777777" w:rsidTr="00637FE5">
              <w:tc>
                <w:tcPr>
                  <w:tcW w:w="2629" w:type="dxa"/>
                  <w:vAlign w:val="center"/>
                </w:tcPr>
                <w:p w14:paraId="11EDB981" w14:textId="587F9255" w:rsidR="00637FE5" w:rsidRPr="00250326" w:rsidRDefault="00637FE5" w:rsidP="00637FE5">
                  <w:pPr>
                    <w:pStyle w:val="SIText"/>
                  </w:pPr>
                  <w:r w:rsidRPr="0076701B">
                    <w:t>RGRPSH404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67F24907" w14:textId="311D9EB2" w:rsidR="00637FE5" w:rsidRPr="00250326" w:rsidRDefault="00637FE5" w:rsidP="00637FE5">
                  <w:pPr>
                    <w:pStyle w:val="SIText"/>
                  </w:pPr>
                  <w:r w:rsidRPr="0076701B">
                    <w:t xml:space="preserve">Ride horses at </w:t>
                  </w:r>
                  <w:proofErr w:type="spellStart"/>
                  <w:r w:rsidRPr="0076701B">
                    <w:t>trackwork</w:t>
                  </w:r>
                  <w:proofErr w:type="spellEnd"/>
                </w:p>
              </w:tc>
            </w:tr>
          </w:tbl>
          <w:p w14:paraId="331D58E9" w14:textId="77777777" w:rsidR="00AC3C35" w:rsidRDefault="00AC3C35" w:rsidP="004B3D30">
            <w:pPr>
              <w:pStyle w:val="SIText"/>
            </w:pPr>
          </w:p>
          <w:p w14:paraId="5744D389" w14:textId="6445229C" w:rsidR="00444F64" w:rsidRDefault="00444F64" w:rsidP="004B3D30">
            <w:pPr>
              <w:pStyle w:val="SIText"/>
            </w:pPr>
          </w:p>
          <w:p w14:paraId="07E8A0D7" w14:textId="77777777" w:rsidR="00AC3C35" w:rsidRDefault="00AC3C35" w:rsidP="00AC3C35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5CFDC964" w14:textId="77777777" w:rsidR="00444F64" w:rsidRDefault="00444F64" w:rsidP="00AC3C35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17"/>
              <w:gridCol w:w="4995"/>
            </w:tblGrid>
            <w:tr w:rsidR="00444F64" w:rsidRPr="005C7EA8" w14:paraId="18D5BBC7" w14:textId="77777777" w:rsidTr="00385E59">
              <w:tc>
                <w:tcPr>
                  <w:tcW w:w="2717" w:type="dxa"/>
                  <w:vAlign w:val="center"/>
                </w:tcPr>
                <w:p w14:paraId="77BD7493" w14:textId="3428437E" w:rsidR="00444F64" w:rsidRPr="00BE1384" w:rsidRDefault="00444F64" w:rsidP="00BE1384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4995" w:type="dxa"/>
                  <w:vAlign w:val="center"/>
                </w:tcPr>
                <w:p w14:paraId="3A2E2F34" w14:textId="07B1FCE3" w:rsidR="00444F64" w:rsidRPr="00BE1384" w:rsidRDefault="00444F64" w:rsidP="00BE1384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B72DC7" w:rsidRPr="005C7EA8" w14:paraId="2C8171D9" w14:textId="77777777" w:rsidTr="00385E59">
              <w:tc>
                <w:tcPr>
                  <w:tcW w:w="2717" w:type="dxa"/>
                  <w:vAlign w:val="center"/>
                </w:tcPr>
                <w:p w14:paraId="2688F94B" w14:textId="7B3495AA" w:rsidR="00B72DC7" w:rsidRPr="002F7B2F" w:rsidRDefault="00B72DC7" w:rsidP="00BE1384">
                  <w:pPr>
                    <w:pStyle w:val="SIText"/>
                  </w:pPr>
                  <w:r>
                    <w:t>ACMGAS202</w:t>
                  </w:r>
                  <w:r w:rsidR="000F6B08" w:rsidRPr="000F6B08">
                    <w:t xml:space="preserve"> </w:t>
                  </w:r>
                </w:p>
              </w:tc>
              <w:tc>
                <w:tcPr>
                  <w:tcW w:w="4995" w:type="dxa"/>
                  <w:vAlign w:val="center"/>
                </w:tcPr>
                <w:p w14:paraId="6FD07E12" w14:textId="0432EE22" w:rsidR="000F6B08" w:rsidRPr="002F7B2F" w:rsidRDefault="00B72DC7" w:rsidP="00BE1384">
                  <w:pPr>
                    <w:pStyle w:val="SIText"/>
                  </w:pPr>
                  <w:r>
                    <w:t>Participate in workplace communications</w:t>
                  </w:r>
                  <w:r w:rsidR="000F6B08">
                    <w:t xml:space="preserve"> </w:t>
                  </w:r>
                </w:p>
              </w:tc>
            </w:tr>
            <w:tr w:rsidR="00C065B8" w:rsidRPr="005C7EA8" w14:paraId="2FEB0C55" w14:textId="77777777" w:rsidTr="00385E59">
              <w:tc>
                <w:tcPr>
                  <w:tcW w:w="2717" w:type="dxa"/>
                  <w:vAlign w:val="center"/>
                </w:tcPr>
                <w:p w14:paraId="4DBD9CC5" w14:textId="5709FD97" w:rsidR="00C065B8" w:rsidRDefault="00C065B8" w:rsidP="00BE1384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4995" w:type="dxa"/>
                  <w:vAlign w:val="center"/>
                </w:tcPr>
                <w:p w14:paraId="7E341A8A" w14:textId="35526724" w:rsidR="00C065B8" w:rsidRDefault="00C065B8" w:rsidP="00BE1384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316FF9" w:rsidRPr="005C7EA8" w14:paraId="04A77C74" w14:textId="77777777" w:rsidTr="00385E59">
              <w:tc>
                <w:tcPr>
                  <w:tcW w:w="2717" w:type="dxa"/>
                  <w:vAlign w:val="center"/>
                </w:tcPr>
                <w:p w14:paraId="54FCC752" w14:textId="6244D8B7" w:rsidR="00316FF9" w:rsidRDefault="00316FF9" w:rsidP="00BE1384">
                  <w:pPr>
                    <w:pStyle w:val="SIText"/>
                  </w:pPr>
                  <w:r w:rsidRPr="00C05C2D">
                    <w:t>PSPGEN032</w:t>
                  </w:r>
                </w:p>
              </w:tc>
              <w:tc>
                <w:tcPr>
                  <w:tcW w:w="4995" w:type="dxa"/>
                  <w:vAlign w:val="center"/>
                </w:tcPr>
                <w:p w14:paraId="007787F5" w14:textId="063AD840" w:rsidR="00316FF9" w:rsidRDefault="00316FF9" w:rsidP="00BE1384">
                  <w:pPr>
                    <w:pStyle w:val="SIText"/>
                  </w:pPr>
                  <w:r w:rsidRPr="0076701B">
                    <w:t>Deal with conflict</w:t>
                  </w:r>
                </w:p>
              </w:tc>
            </w:tr>
            <w:tr w:rsidR="00444F64" w:rsidRPr="005C7EA8" w14:paraId="447E20A5" w14:textId="77777777" w:rsidTr="00385E59">
              <w:tc>
                <w:tcPr>
                  <w:tcW w:w="2717" w:type="dxa"/>
                  <w:vAlign w:val="center"/>
                </w:tcPr>
                <w:p w14:paraId="72C6FD75" w14:textId="73ABA8A7" w:rsidR="00444F64" w:rsidRPr="00C05C2D" w:rsidRDefault="00444F64" w:rsidP="00BE1384">
                  <w:pPr>
                    <w:pStyle w:val="SIText"/>
                  </w:pPr>
                  <w:r w:rsidRPr="00B13D9D">
                    <w:t>RGRPSH207</w:t>
                  </w:r>
                </w:p>
              </w:tc>
              <w:tc>
                <w:tcPr>
                  <w:tcW w:w="4995" w:type="dxa"/>
                  <w:vAlign w:val="center"/>
                </w:tcPr>
                <w:p w14:paraId="56F65DED" w14:textId="7EC31495" w:rsidR="00444F64" w:rsidRPr="0076701B" w:rsidRDefault="00444F64" w:rsidP="00BE1384">
                  <w:pPr>
                    <w:pStyle w:val="SIText"/>
                  </w:pPr>
                  <w:r w:rsidRPr="00B13D9D">
                    <w:t>Perform racing stable duties</w:t>
                  </w:r>
                </w:p>
              </w:tc>
            </w:tr>
            <w:tr w:rsidR="00316FF9" w:rsidRPr="005C7EA8" w14:paraId="067C9EB3" w14:textId="77777777" w:rsidTr="00385E59">
              <w:tc>
                <w:tcPr>
                  <w:tcW w:w="2717" w:type="dxa"/>
                  <w:vAlign w:val="center"/>
                </w:tcPr>
                <w:p w14:paraId="7CF96EAA" w14:textId="15D805E4" w:rsidR="00316FF9" w:rsidRPr="002F7B2F" w:rsidRDefault="00316FF9" w:rsidP="00316FF9">
                  <w:pPr>
                    <w:pStyle w:val="SIText"/>
                  </w:pPr>
                  <w:r w:rsidRPr="0076701B">
                    <w:t>RGRPSH301</w:t>
                  </w:r>
                </w:p>
              </w:tc>
              <w:tc>
                <w:tcPr>
                  <w:tcW w:w="4995" w:type="dxa"/>
                  <w:vAlign w:val="center"/>
                </w:tcPr>
                <w:p w14:paraId="081771FD" w14:textId="1B66C8A2" w:rsidR="00316FF9" w:rsidRPr="002F7B2F" w:rsidRDefault="00316FF9" w:rsidP="00316FF9">
                  <w:pPr>
                    <w:pStyle w:val="SIText"/>
                  </w:pPr>
                  <w:r w:rsidRPr="0076701B">
                    <w:t>Implement stable operations</w:t>
                  </w:r>
                </w:p>
              </w:tc>
            </w:tr>
            <w:tr w:rsidR="000F6B08" w:rsidRPr="005C7EA8" w14:paraId="76C8CAA3" w14:textId="77777777" w:rsidTr="00385E59">
              <w:tc>
                <w:tcPr>
                  <w:tcW w:w="2717" w:type="dxa"/>
                  <w:vAlign w:val="center"/>
                </w:tcPr>
                <w:p w14:paraId="20E67D3D" w14:textId="0F5F56C5" w:rsidR="000F6B08" w:rsidRPr="0076701B" w:rsidRDefault="000F6B08" w:rsidP="00BE1384">
                  <w:pPr>
                    <w:pStyle w:val="SIText"/>
                  </w:pPr>
                  <w:r>
                    <w:lastRenderedPageBreak/>
                    <w:t>RGRPSH302</w:t>
                  </w:r>
                </w:p>
              </w:tc>
              <w:tc>
                <w:tcPr>
                  <w:tcW w:w="4995" w:type="dxa"/>
                  <w:vAlign w:val="center"/>
                </w:tcPr>
                <w:p w14:paraId="455F5EE8" w14:textId="57908414" w:rsidR="000F6B08" w:rsidRPr="0076701B" w:rsidRDefault="000F6B08" w:rsidP="00BE1384">
                  <w:pPr>
                    <w:pStyle w:val="SIText"/>
                  </w:pPr>
                  <w:r>
                    <w:t>Supervise handling of horses</w:t>
                  </w:r>
                </w:p>
              </w:tc>
            </w:tr>
            <w:tr w:rsidR="000F6B08" w:rsidRPr="005C7EA8" w14:paraId="5CBB61A8" w14:textId="77777777" w:rsidTr="00385E59">
              <w:tc>
                <w:tcPr>
                  <w:tcW w:w="2717" w:type="dxa"/>
                </w:tcPr>
                <w:p w14:paraId="6AADDF00" w14:textId="75B78ECB" w:rsidR="000F6B08" w:rsidRDefault="000F6B08" w:rsidP="00385E59">
                  <w:pPr>
                    <w:pStyle w:val="SIText"/>
                  </w:pPr>
                  <w:r w:rsidRPr="00B13D9D">
                    <w:t xml:space="preserve">RGRPSH303 </w:t>
                  </w:r>
                </w:p>
              </w:tc>
              <w:tc>
                <w:tcPr>
                  <w:tcW w:w="4995" w:type="dxa"/>
                </w:tcPr>
                <w:p w14:paraId="2B50FB09" w14:textId="7064D794" w:rsidR="000F6B08" w:rsidRDefault="00402874" w:rsidP="00385E59">
                  <w:pPr>
                    <w:pStyle w:val="SIText"/>
                  </w:pPr>
                  <w:r>
                    <w:t>Organise and oversee</w:t>
                  </w:r>
                  <w:r w:rsidR="000F6B08" w:rsidRPr="00B13D9D">
                    <w:t xml:space="preserve"> transportation of racehorses</w:t>
                  </w:r>
                </w:p>
              </w:tc>
            </w:tr>
            <w:tr w:rsidR="000F6B08" w:rsidRPr="005C7EA8" w14:paraId="15B3CF7E" w14:textId="77777777" w:rsidTr="00385E59">
              <w:tc>
                <w:tcPr>
                  <w:tcW w:w="2717" w:type="dxa"/>
                </w:tcPr>
                <w:p w14:paraId="2E6071C1" w14:textId="5CCF0851" w:rsidR="000F6B08" w:rsidRPr="0076701B" w:rsidRDefault="000F6B08" w:rsidP="00385E59">
                  <w:pPr>
                    <w:pStyle w:val="SIText"/>
                  </w:pPr>
                  <w:r w:rsidRPr="00B13D9D">
                    <w:t xml:space="preserve">RGRPSH308 </w:t>
                  </w:r>
                </w:p>
              </w:tc>
              <w:tc>
                <w:tcPr>
                  <w:tcW w:w="4995" w:type="dxa"/>
                </w:tcPr>
                <w:p w14:paraId="44F8BE92" w14:textId="0D7EECB0" w:rsidR="000F6B08" w:rsidRPr="0076701B" w:rsidRDefault="000F6B08" w:rsidP="00385E59">
                  <w:pPr>
                    <w:pStyle w:val="SIText"/>
                  </w:pPr>
                  <w:r w:rsidRPr="00B13D9D">
                    <w:t>Provide first aid and emergency care for horses or other equines</w:t>
                  </w:r>
                </w:p>
              </w:tc>
            </w:tr>
            <w:tr w:rsidR="000F6B08" w:rsidRPr="005C7EA8" w14:paraId="6CD207FA" w14:textId="77777777" w:rsidTr="00385E59">
              <w:tc>
                <w:tcPr>
                  <w:tcW w:w="2717" w:type="dxa"/>
                  <w:vAlign w:val="center"/>
                </w:tcPr>
                <w:p w14:paraId="75E0FDCF" w14:textId="512BA94B" w:rsidR="000F6B08" w:rsidRPr="002F7B2F" w:rsidRDefault="000F6B08" w:rsidP="000F6B08">
                  <w:pPr>
                    <w:pStyle w:val="SIText"/>
                  </w:pPr>
                  <w:r w:rsidRPr="0076701B">
                    <w:t>RGRPSH309</w:t>
                  </w:r>
                </w:p>
              </w:tc>
              <w:tc>
                <w:tcPr>
                  <w:tcW w:w="4995" w:type="dxa"/>
                  <w:vAlign w:val="center"/>
                </w:tcPr>
                <w:p w14:paraId="5375E4A9" w14:textId="130A962A" w:rsidR="000F6B08" w:rsidRPr="002F7B2F" w:rsidRDefault="000F6B08" w:rsidP="000F6B08">
                  <w:pPr>
                    <w:pStyle w:val="SIText"/>
                  </w:pPr>
                  <w:r w:rsidRPr="0076701B">
                    <w:t>Implement feeding programs for racehorses under direction</w:t>
                  </w:r>
                </w:p>
              </w:tc>
            </w:tr>
            <w:tr w:rsidR="000F6B08" w:rsidRPr="005C7EA8" w14:paraId="530224EA" w14:textId="77777777" w:rsidTr="00385E59">
              <w:tc>
                <w:tcPr>
                  <w:tcW w:w="2717" w:type="dxa"/>
                  <w:vAlign w:val="center"/>
                </w:tcPr>
                <w:p w14:paraId="54D537F2" w14:textId="182F7CA9" w:rsidR="000F6B08" w:rsidRPr="002F7B2F" w:rsidRDefault="000F6B08" w:rsidP="000F6B08">
                  <w:pPr>
                    <w:pStyle w:val="SIText"/>
                  </w:pPr>
                  <w:r w:rsidRPr="0076701B">
                    <w:t>RGRPSH310</w:t>
                  </w:r>
                </w:p>
              </w:tc>
              <w:tc>
                <w:tcPr>
                  <w:tcW w:w="4995" w:type="dxa"/>
                  <w:vAlign w:val="center"/>
                </w:tcPr>
                <w:p w14:paraId="12D00FFD" w14:textId="70CE2A18" w:rsidR="000F6B08" w:rsidRPr="002F7B2F" w:rsidRDefault="000F6B08" w:rsidP="000F6B08">
                  <w:pPr>
                    <w:pStyle w:val="SIText"/>
                  </w:pPr>
                  <w:r w:rsidRPr="0076701B">
                    <w:t>Prepare for self-management in racing</w:t>
                  </w:r>
                </w:p>
              </w:tc>
            </w:tr>
            <w:tr w:rsidR="000F6B08" w:rsidRPr="005C7EA8" w14:paraId="04865406" w14:textId="77777777" w:rsidTr="00385E59">
              <w:tc>
                <w:tcPr>
                  <w:tcW w:w="2717" w:type="dxa"/>
                  <w:vAlign w:val="center"/>
                </w:tcPr>
                <w:p w14:paraId="5088E0D4" w14:textId="3031DE98" w:rsidR="000F6B08" w:rsidRPr="002F7B2F" w:rsidRDefault="000F6B08" w:rsidP="000F6B08">
                  <w:pPr>
                    <w:pStyle w:val="SIText"/>
                  </w:pPr>
                  <w:r w:rsidRPr="0076701B">
                    <w:t>RGRPSH405</w:t>
                  </w:r>
                  <w:r>
                    <w:t>*</w:t>
                  </w:r>
                </w:p>
              </w:tc>
              <w:tc>
                <w:tcPr>
                  <w:tcW w:w="4995" w:type="dxa"/>
                  <w:vAlign w:val="center"/>
                </w:tcPr>
                <w:p w14:paraId="2E260B25" w14:textId="04353B13" w:rsidR="000F6B08" w:rsidRPr="002F7B2F" w:rsidRDefault="000F6B08" w:rsidP="000F6B08">
                  <w:pPr>
                    <w:pStyle w:val="SIText"/>
                  </w:pPr>
                  <w:r w:rsidRPr="0076701B">
                    <w:t>Ride horses in jump outs</w:t>
                  </w:r>
                </w:p>
              </w:tc>
            </w:tr>
            <w:tr w:rsidR="000F6B08" w:rsidRPr="005C7EA8" w14:paraId="26CD7502" w14:textId="77777777" w:rsidTr="00385E59">
              <w:tc>
                <w:tcPr>
                  <w:tcW w:w="2717" w:type="dxa"/>
                  <w:vAlign w:val="center"/>
                </w:tcPr>
                <w:p w14:paraId="30522BE5" w14:textId="0927F0D1" w:rsidR="000F6B08" w:rsidRPr="002F7B2F" w:rsidRDefault="000F6B08" w:rsidP="000F6B08">
                  <w:pPr>
                    <w:pStyle w:val="SIText"/>
                  </w:pPr>
                  <w:r w:rsidRPr="0076701B">
                    <w:t>RGRPSH406</w:t>
                  </w:r>
                  <w:r>
                    <w:t>*</w:t>
                  </w:r>
                </w:p>
              </w:tc>
              <w:tc>
                <w:tcPr>
                  <w:tcW w:w="4995" w:type="dxa"/>
                  <w:vAlign w:val="center"/>
                </w:tcPr>
                <w:p w14:paraId="5B6AAF21" w14:textId="5C4E3C25" w:rsidR="000F6B08" w:rsidRPr="002F7B2F" w:rsidRDefault="000F6B08" w:rsidP="000F6B08">
                  <w:pPr>
                    <w:pStyle w:val="SIText"/>
                  </w:pPr>
                  <w:r w:rsidRPr="0076701B">
                    <w:t>Develop riding skills for jumping racing</w:t>
                  </w:r>
                </w:p>
              </w:tc>
            </w:tr>
            <w:tr w:rsidR="000F6B08" w:rsidRPr="005C7EA8" w14:paraId="733E71C2" w14:textId="77777777" w:rsidTr="00385E59">
              <w:tc>
                <w:tcPr>
                  <w:tcW w:w="2717" w:type="dxa"/>
                  <w:vAlign w:val="center"/>
                </w:tcPr>
                <w:p w14:paraId="330E9668" w14:textId="523F4836" w:rsidR="000F6B08" w:rsidRPr="002F7B2F" w:rsidRDefault="000F6B08" w:rsidP="000F6B08">
                  <w:pPr>
                    <w:pStyle w:val="SIText"/>
                  </w:pPr>
                  <w:r w:rsidRPr="0076701B">
                    <w:t>RGRPSH407</w:t>
                  </w:r>
                </w:p>
              </w:tc>
              <w:tc>
                <w:tcPr>
                  <w:tcW w:w="4995" w:type="dxa"/>
                  <w:vAlign w:val="center"/>
                </w:tcPr>
                <w:p w14:paraId="51ACF4F6" w14:textId="2C43BFE8" w:rsidR="000F6B08" w:rsidRPr="002F7B2F" w:rsidRDefault="000F6B08" w:rsidP="000F6B08">
                  <w:pPr>
                    <w:pStyle w:val="SIText"/>
                  </w:pPr>
                  <w:r w:rsidRPr="0076701B">
                    <w:t>Educate thoroughbred horses for racing</w:t>
                  </w:r>
                </w:p>
              </w:tc>
            </w:tr>
            <w:tr w:rsidR="000F6B08" w:rsidRPr="005C7EA8" w14:paraId="5712988A" w14:textId="77777777" w:rsidTr="00385E59">
              <w:tc>
                <w:tcPr>
                  <w:tcW w:w="2717" w:type="dxa"/>
                  <w:vAlign w:val="center"/>
                </w:tcPr>
                <w:p w14:paraId="3D9F0B00" w14:textId="3E25F0DC" w:rsidR="000F6B08" w:rsidRPr="002F7B2F" w:rsidRDefault="000F6B08" w:rsidP="000F6B08">
                  <w:pPr>
                    <w:pStyle w:val="SIText"/>
                  </w:pPr>
                  <w:r w:rsidRPr="0076701B">
                    <w:t>RGRPSH414</w:t>
                  </w:r>
                  <w:r>
                    <w:t>*</w:t>
                  </w:r>
                </w:p>
              </w:tc>
              <w:tc>
                <w:tcPr>
                  <w:tcW w:w="4995" w:type="dxa"/>
                  <w:vAlign w:val="center"/>
                </w:tcPr>
                <w:p w14:paraId="1975CBA8" w14:textId="50960FFF" w:rsidR="000F6B08" w:rsidRPr="002F7B2F" w:rsidRDefault="000F6B08" w:rsidP="000F6B08">
                  <w:pPr>
                    <w:pStyle w:val="SIText"/>
                  </w:pPr>
                  <w:r w:rsidRPr="0076701B">
                    <w:t>Ride horses in trials</w:t>
                  </w:r>
                </w:p>
              </w:tc>
            </w:tr>
            <w:tr w:rsidR="000F6B08" w:rsidRPr="005C7EA8" w14:paraId="2BF56A85" w14:textId="77777777" w:rsidTr="00385E59">
              <w:tc>
                <w:tcPr>
                  <w:tcW w:w="2717" w:type="dxa"/>
                  <w:vAlign w:val="center"/>
                </w:tcPr>
                <w:p w14:paraId="63E6CE0D" w14:textId="27F08EF1" w:rsidR="000F6B08" w:rsidRDefault="000F6B08" w:rsidP="000F6B08">
                  <w:pPr>
                    <w:pStyle w:val="SIText"/>
                    <w:rPr>
                      <w:rStyle w:val="CommentReference"/>
                      <w:lang w:eastAsia="en-AU"/>
                    </w:rPr>
                  </w:pPr>
                  <w:r w:rsidRPr="0076701B">
                    <w:t>RGRPSH420</w:t>
                  </w:r>
                </w:p>
              </w:tc>
              <w:tc>
                <w:tcPr>
                  <w:tcW w:w="4995" w:type="dxa"/>
                  <w:vAlign w:val="center"/>
                </w:tcPr>
                <w:p w14:paraId="287BAF00" w14:textId="52A87D34" w:rsidR="000F6B08" w:rsidRPr="002F7B2F" w:rsidRDefault="000F6B08" w:rsidP="000F6B08">
                  <w:pPr>
                    <w:pStyle w:val="SIText"/>
                  </w:pPr>
                  <w:r w:rsidRPr="0076701B">
                    <w:t>Participate in implementing racehorse exercise programs</w:t>
                  </w:r>
                </w:p>
              </w:tc>
            </w:tr>
          </w:tbl>
          <w:p w14:paraId="7F72BBEC" w14:textId="77777777" w:rsidR="00AC3C35" w:rsidRDefault="00AC3C35" w:rsidP="00AC3C35"/>
          <w:p w14:paraId="2471236F" w14:textId="77777777" w:rsidR="00AC3C35" w:rsidRDefault="00AC3C35" w:rsidP="00AC3C35">
            <w:pPr>
              <w:pStyle w:val="SITextHeading2"/>
            </w:pPr>
            <w:r w:rsidRPr="004D2710">
              <w:t>Prerequisite requirements</w:t>
            </w:r>
          </w:p>
          <w:p w14:paraId="028B477B" w14:textId="77777777" w:rsidR="00316FF9" w:rsidRPr="00316FF9" w:rsidRDefault="00316FF9" w:rsidP="00316FF9">
            <w:pPr>
              <w:rPr>
                <w:lang w:eastAsia="en-US"/>
              </w:rPr>
            </w:pPr>
          </w:p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3752"/>
              <w:gridCol w:w="5310"/>
            </w:tblGrid>
            <w:tr w:rsidR="0008776E" w:rsidRPr="004D2710" w14:paraId="011A806A" w14:textId="77777777" w:rsidTr="00385E59"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2A7B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8178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CB57D5" w:rsidRPr="003D3E14" w14:paraId="49373758" w14:textId="77777777" w:rsidTr="00385E59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960A96" w14:textId="42C0B17C" w:rsidR="00CB57D5" w:rsidRPr="00D30BC5" w:rsidRDefault="00CB57D5" w:rsidP="00CB57D5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9 </w:t>
                  </w: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Attend horses at race meetings </w:t>
                  </w:r>
                  <w:r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and </w:t>
                  </w: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trials</w:t>
                  </w:r>
                  <w:r w:rsidRPr="00C05C2D" w:rsidDel="002A6788">
                    <w:t xml:space="preserve"> 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11535" w14:textId="7565BCC8" w:rsidR="00CB57D5" w:rsidRPr="003D3E14" w:rsidRDefault="00CB57D5" w:rsidP="00CB57D5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1 </w:t>
                  </w:r>
                  <w:r w:rsidRPr="00491FCF">
                    <w:t>Handle rac</w:t>
                  </w:r>
                  <w:r>
                    <w:t>e</w:t>
                  </w:r>
                  <w:r w:rsidRPr="00491FCF">
                    <w:t xml:space="preserve">horses </w:t>
                  </w:r>
                  <w:r>
                    <w:t xml:space="preserve">in stables and at </w:t>
                  </w:r>
                  <w:proofErr w:type="spellStart"/>
                  <w:r>
                    <w:t>trackwork</w:t>
                  </w:r>
                  <w:proofErr w:type="spellEnd"/>
                  <w:r w:rsidRPr="00C05C2D" w:rsidDel="002A6788">
                    <w:t xml:space="preserve"> </w:t>
                  </w:r>
                </w:p>
              </w:tc>
            </w:tr>
            <w:tr w:rsidR="00BE1384" w:rsidRPr="003D3E14" w14:paraId="262D4D16" w14:textId="77777777" w:rsidTr="00385E59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2273D" w14:textId="42CB3226" w:rsidR="00BE1384" w:rsidRPr="00C05C2D" w:rsidRDefault="00BE1384" w:rsidP="00BE1384">
                  <w:pPr>
                    <w:pStyle w:val="SIText"/>
                  </w:pPr>
                  <w:r w:rsidRPr="0076701B">
                    <w:t>RGRPSH30</w:t>
                  </w:r>
                  <w:r>
                    <w:t xml:space="preserve">6 </w:t>
                  </w:r>
                  <w:r w:rsidRPr="00FB5859">
                    <w:t xml:space="preserve">Develop basic </w:t>
                  </w:r>
                  <w:proofErr w:type="spellStart"/>
                  <w:r w:rsidRPr="00FB5859">
                    <w:t>trackwork</w:t>
                  </w:r>
                  <w:proofErr w:type="spellEnd"/>
                  <w:r w:rsidRPr="00FB5859">
                    <w:t xml:space="preserve"> riding skills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7853A2" w14:textId="6DA36059" w:rsidR="00BE1384" w:rsidRPr="00C05C2D" w:rsidRDefault="00BE1384" w:rsidP="00CB57D5">
                  <w:pPr>
                    <w:pStyle w:val="SIText"/>
                  </w:pPr>
                  <w:r>
                    <w:t xml:space="preserve">RGRPSH205 </w:t>
                  </w:r>
                  <w:r w:rsidRPr="00402874">
                    <w:t>Perform basic riding skills in the racing industry</w:t>
                  </w:r>
                </w:p>
              </w:tc>
            </w:tr>
            <w:tr w:rsidR="00CB57D5" w:rsidRPr="003D3E14" w14:paraId="4FA92B34" w14:textId="77777777" w:rsidTr="00385E59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A371D" w14:textId="6B0AA329" w:rsidR="00CB57D5" w:rsidRPr="00A448BF" w:rsidRDefault="00CB57D5" w:rsidP="00CB57D5">
                  <w:pPr>
                    <w:pStyle w:val="SIText"/>
                  </w:pPr>
                  <w:r w:rsidRPr="0076701B">
                    <w:t>RGRPSH307</w:t>
                  </w:r>
                  <w:r>
                    <w:t xml:space="preserve"> </w:t>
                  </w:r>
                  <w:r w:rsidRPr="0076701B">
                    <w:t>Exercise horses in pacework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153D1" w14:textId="12224DB7" w:rsidR="00CB57D5" w:rsidRPr="00A448BF" w:rsidRDefault="00CB57D5" w:rsidP="00CB57D5">
                  <w:pPr>
                    <w:pStyle w:val="SIText"/>
                  </w:pPr>
                  <w:r w:rsidRPr="0076701B">
                    <w:t xml:space="preserve">RGRPSH306 Develop basic </w:t>
                  </w:r>
                  <w:proofErr w:type="spellStart"/>
                  <w:r w:rsidRPr="0076701B">
                    <w:t>trackwork</w:t>
                  </w:r>
                  <w:proofErr w:type="spellEnd"/>
                  <w:r w:rsidRPr="0076701B">
                    <w:t xml:space="preserve"> riding skills</w:t>
                  </w:r>
                </w:p>
              </w:tc>
            </w:tr>
            <w:tr w:rsidR="00CB57D5" w:rsidRPr="003D3E14" w14:paraId="5E58BFD9" w14:textId="77777777" w:rsidTr="00385E59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6D25D1" w14:textId="490C15A9" w:rsidR="00CB57D5" w:rsidRPr="00A448BF" w:rsidRDefault="00CB57D5" w:rsidP="00CB57D5">
                  <w:pPr>
                    <w:pStyle w:val="SIText"/>
                  </w:pPr>
                  <w:r w:rsidRPr="0076701B">
                    <w:t>RGRPSH404</w:t>
                  </w:r>
                  <w:r>
                    <w:t xml:space="preserve"> </w:t>
                  </w:r>
                  <w:r w:rsidRPr="0076701B">
                    <w:t xml:space="preserve">Ride horses at </w:t>
                  </w:r>
                  <w:proofErr w:type="spellStart"/>
                  <w:r w:rsidRPr="0076701B">
                    <w:t>trackwork</w:t>
                  </w:r>
                  <w:proofErr w:type="spellEnd"/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09B0A" w14:textId="6FA7C65D" w:rsidR="00CB57D5" w:rsidRPr="00A448BF" w:rsidRDefault="00CB57D5" w:rsidP="00CB57D5">
                  <w:pPr>
                    <w:pStyle w:val="SIText"/>
                  </w:pPr>
                  <w:r w:rsidRPr="0076701B">
                    <w:t>RGRPSH307 Exercise horses in pacework</w:t>
                  </w:r>
                  <w:r>
                    <w:t>*</w:t>
                  </w:r>
                </w:p>
              </w:tc>
            </w:tr>
            <w:tr w:rsidR="00CB57D5" w:rsidRPr="003D3E14" w14:paraId="1FF2DBF7" w14:textId="77777777" w:rsidTr="00385E59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4B3D5B" w14:textId="1271D30D" w:rsidR="00CB57D5" w:rsidRPr="00A448BF" w:rsidRDefault="00CB57D5" w:rsidP="00CB57D5">
                  <w:pPr>
                    <w:pStyle w:val="SIText"/>
                  </w:pPr>
                  <w:r w:rsidRPr="0076701B">
                    <w:t>RGRPSH405</w:t>
                  </w:r>
                  <w:r>
                    <w:t xml:space="preserve"> </w:t>
                  </w:r>
                  <w:r w:rsidRPr="0076701B">
                    <w:t>Ride horses in jump outs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DB76F" w14:textId="2BD7E8B5" w:rsidR="00CB57D5" w:rsidRPr="00A448BF" w:rsidRDefault="00CB57D5" w:rsidP="00CB57D5">
                  <w:pPr>
                    <w:pStyle w:val="SIText"/>
                  </w:pPr>
                  <w:r w:rsidRPr="0076701B">
                    <w:t xml:space="preserve">RGRPSH404 Ride horses at </w:t>
                  </w:r>
                  <w:proofErr w:type="spellStart"/>
                  <w:r w:rsidRPr="0076701B">
                    <w:t>trackwork</w:t>
                  </w:r>
                  <w:proofErr w:type="spellEnd"/>
                  <w:r>
                    <w:t>*</w:t>
                  </w:r>
                </w:p>
              </w:tc>
            </w:tr>
            <w:tr w:rsidR="00CB57D5" w:rsidRPr="003D3E14" w14:paraId="2EFC3FE0" w14:textId="77777777" w:rsidTr="00385E59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BB153" w14:textId="0EBD1D5B" w:rsidR="00CB57D5" w:rsidRPr="00A448BF" w:rsidRDefault="00CB57D5" w:rsidP="00CB57D5">
                  <w:pPr>
                    <w:pStyle w:val="SIText"/>
                  </w:pPr>
                  <w:r w:rsidRPr="0076701B">
                    <w:t>RGRPSH406</w:t>
                  </w:r>
                  <w:r>
                    <w:t xml:space="preserve"> </w:t>
                  </w:r>
                  <w:r w:rsidRPr="0076701B">
                    <w:t>Develop riding skills for jumping racing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3EA992" w14:textId="081BE5D5" w:rsidR="00CB57D5" w:rsidRPr="00A448BF" w:rsidRDefault="00CB57D5" w:rsidP="00CB57D5">
                  <w:pPr>
                    <w:pStyle w:val="SIText"/>
                  </w:pPr>
                  <w:r w:rsidRPr="0076701B">
                    <w:t xml:space="preserve">RGRPSH404 Ride horses at </w:t>
                  </w:r>
                  <w:proofErr w:type="spellStart"/>
                  <w:r w:rsidRPr="0076701B">
                    <w:t>trackwork</w:t>
                  </w:r>
                  <w:proofErr w:type="spellEnd"/>
                  <w:r>
                    <w:t>*</w:t>
                  </w:r>
                </w:p>
              </w:tc>
            </w:tr>
            <w:tr w:rsidR="00CB57D5" w:rsidRPr="003D3E14" w14:paraId="74D9882F" w14:textId="77777777" w:rsidTr="00385E59">
              <w:trPr>
                <w:trHeight w:val="332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E76FA" w14:textId="0EA684C6" w:rsidR="00CB57D5" w:rsidRPr="0076701B" w:rsidRDefault="00CB57D5" w:rsidP="00CB57D5">
                  <w:pPr>
                    <w:pStyle w:val="SIText"/>
                  </w:pPr>
                  <w:r w:rsidRPr="0076701B">
                    <w:t>RGRPSH414</w:t>
                  </w:r>
                  <w:r>
                    <w:t xml:space="preserve"> </w:t>
                  </w:r>
                  <w:r w:rsidRPr="0076701B">
                    <w:t>Ride horses in trials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273999" w14:textId="48F1F43B" w:rsidR="00CB57D5" w:rsidRPr="0076701B" w:rsidRDefault="00CB57D5" w:rsidP="00CB57D5">
                  <w:pPr>
                    <w:pStyle w:val="SIText"/>
                  </w:pPr>
                  <w:r w:rsidRPr="0076701B">
                    <w:t>RGRPSH40</w:t>
                  </w:r>
                  <w:r>
                    <w:t>5</w:t>
                  </w:r>
                  <w:r w:rsidRPr="0076701B">
                    <w:t xml:space="preserve"> Ride horses in jump outs</w:t>
                  </w:r>
                  <w:r>
                    <w:t>*</w:t>
                  </w:r>
                </w:p>
              </w:tc>
            </w:tr>
          </w:tbl>
          <w:p w14:paraId="2E2171B6" w14:textId="77777777" w:rsidR="0008776E" w:rsidRDefault="0008776E" w:rsidP="00AC3C35"/>
          <w:p w14:paraId="302D30E3" w14:textId="77777777" w:rsidR="00AC3C35" w:rsidRDefault="00AC3C35" w:rsidP="00AC3C35"/>
        </w:tc>
      </w:tr>
    </w:tbl>
    <w:p w14:paraId="6C4942A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12763B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8B71C9" w:rsidRPr="00BC49BB" w14:paraId="2A0F182E" w14:textId="77777777" w:rsidTr="008846E4">
              <w:tc>
                <w:tcPr>
                  <w:tcW w:w="1028" w:type="pct"/>
                </w:tcPr>
                <w:p w14:paraId="3F29A1B9" w14:textId="46624308" w:rsidR="008B71C9" w:rsidRPr="00923720" w:rsidRDefault="008B71C9" w:rsidP="008B71C9">
                  <w:pPr>
                    <w:pStyle w:val="SIText"/>
                  </w:pPr>
                  <w:r>
                    <w:t xml:space="preserve">RGR30118 </w:t>
                  </w:r>
                  <w:r w:rsidRPr="0076701B">
                    <w:t>Certificate III in Racing (</w:t>
                  </w:r>
                  <w:proofErr w:type="spellStart"/>
                  <w:r w:rsidRPr="0076701B">
                    <w:t>Trackrider</w:t>
                  </w:r>
                  <w:proofErr w:type="spellEnd"/>
                  <w:r w:rsidRPr="0076701B">
                    <w:t>) </w:t>
                  </w:r>
                </w:p>
              </w:tc>
              <w:tc>
                <w:tcPr>
                  <w:tcW w:w="1105" w:type="pct"/>
                </w:tcPr>
                <w:p w14:paraId="3B2E172A" w14:textId="4F7E7582" w:rsidR="008B71C9" w:rsidRPr="00BC49BB" w:rsidRDefault="008B71C9" w:rsidP="008B71C9">
                  <w:pPr>
                    <w:pStyle w:val="SIText"/>
                  </w:pPr>
                  <w:r w:rsidRPr="0076701B">
                    <w:t>RGR30108 Certificate III in Racing (</w:t>
                  </w:r>
                  <w:proofErr w:type="spellStart"/>
                  <w:r w:rsidRPr="0076701B">
                    <w:t>Trackrider</w:t>
                  </w:r>
                  <w:proofErr w:type="spellEnd"/>
                  <w:r w:rsidRPr="0076701B">
                    <w:t>) </w:t>
                  </w:r>
                </w:p>
              </w:tc>
              <w:tc>
                <w:tcPr>
                  <w:tcW w:w="1398" w:type="pct"/>
                </w:tcPr>
                <w:p w14:paraId="3198F851" w14:textId="77777777" w:rsidR="0094308B" w:rsidRPr="002D6C0C" w:rsidRDefault="0094308B" w:rsidP="00385E59">
                  <w:pPr>
                    <w:pStyle w:val="SIText"/>
                  </w:pPr>
                  <w:r>
                    <w:t>U</w:t>
                  </w:r>
                  <w:r w:rsidRPr="002D6C0C">
                    <w:t xml:space="preserve">pdated to meet Standards for Training Packages </w:t>
                  </w:r>
                </w:p>
                <w:p w14:paraId="723B81BE" w14:textId="547B17A9" w:rsidR="008B71C9" w:rsidRPr="00BC49BB" w:rsidRDefault="0094308B" w:rsidP="00385E59">
                  <w:pPr>
                    <w:pStyle w:val="SIText"/>
                  </w:pPr>
                  <w:r>
                    <w:t>Changes to core units</w:t>
                  </w:r>
                </w:p>
              </w:tc>
              <w:tc>
                <w:tcPr>
                  <w:tcW w:w="1469" w:type="pct"/>
                </w:tcPr>
                <w:p w14:paraId="6194F1DA" w14:textId="1E948202" w:rsidR="008B71C9" w:rsidRPr="00BC49BB" w:rsidRDefault="00BE1384" w:rsidP="00385E59">
                  <w:pPr>
                    <w:pStyle w:val="SIText"/>
                  </w:pPr>
                  <w:r>
                    <w:t>E</w:t>
                  </w:r>
                  <w:r w:rsidR="008B71C9">
                    <w:t>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8B71C9">
            <w:pPr>
              <w:pStyle w:val="SITextHeading2"/>
            </w:pPr>
            <w:r w:rsidRPr="000C13F1"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VETNet: </w:t>
            </w:r>
            <w:r w:rsidR="0008776E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4DA7F" w14:textId="77777777" w:rsidR="00A64959" w:rsidRDefault="00A64959" w:rsidP="00BF3F0A">
      <w:r>
        <w:separator/>
      </w:r>
    </w:p>
    <w:p w14:paraId="12CF15AA" w14:textId="77777777" w:rsidR="00A64959" w:rsidRDefault="00A64959"/>
  </w:endnote>
  <w:endnote w:type="continuationSeparator" w:id="0">
    <w:p w14:paraId="76DFACC4" w14:textId="77777777" w:rsidR="00A64959" w:rsidRDefault="00A64959" w:rsidP="00BF3F0A">
      <w:r>
        <w:continuationSeparator/>
      </w:r>
    </w:p>
    <w:p w14:paraId="7DF3C719" w14:textId="77777777" w:rsidR="00A64959" w:rsidRDefault="00A649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061BD50D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5E59">
          <w:rPr>
            <w:noProof/>
          </w:rPr>
          <w:t>2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8CCD4" w14:textId="77777777" w:rsidR="00A64959" w:rsidRDefault="00A64959" w:rsidP="00BF3F0A">
      <w:r>
        <w:separator/>
      </w:r>
    </w:p>
    <w:p w14:paraId="3E56AC3E" w14:textId="77777777" w:rsidR="00A64959" w:rsidRDefault="00A64959"/>
  </w:footnote>
  <w:footnote w:type="continuationSeparator" w:id="0">
    <w:p w14:paraId="00A34926" w14:textId="77777777" w:rsidR="00A64959" w:rsidRDefault="00A64959" w:rsidP="00BF3F0A">
      <w:r>
        <w:continuationSeparator/>
      </w:r>
    </w:p>
    <w:p w14:paraId="1339E257" w14:textId="77777777" w:rsidR="00A64959" w:rsidRDefault="00A649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BB5A" w14:textId="02FCBC13" w:rsidR="00AC3C35" w:rsidRPr="00AC3C35" w:rsidRDefault="00B72DC7" w:rsidP="00AC3C35">
    <w:pPr>
      <w:pStyle w:val="Header"/>
    </w:pPr>
    <w:r>
      <w:t>RGR301</w:t>
    </w:r>
    <w:r w:rsidR="00AC3C35" w:rsidRPr="00AC3C35">
      <w:t xml:space="preserve">18 </w:t>
    </w:r>
    <w:r w:rsidRPr="00AC3C35">
      <w:t>Certificate I</w:t>
    </w:r>
    <w:r>
      <w:t>II</w:t>
    </w:r>
    <w:r w:rsidRPr="00AC3C35">
      <w:t xml:space="preserve"> in Racing (</w:t>
    </w:r>
    <w:proofErr w:type="spellStart"/>
    <w:r>
      <w:t>Track</w:t>
    </w:r>
    <w:r w:rsidR="00402874">
      <w:t>work</w:t>
    </w:r>
    <w:proofErr w:type="spellEnd"/>
    <w:r w:rsidR="00402874">
      <w:t xml:space="preserve"> R</w:t>
    </w:r>
    <w:r>
      <w:t>ider</w:t>
    </w:r>
    <w:r w:rsidRPr="00AC3C35">
      <w:t>)</w:t>
    </w:r>
  </w:p>
  <w:p w14:paraId="05867FF2" w14:textId="50893366" w:rsidR="009C2650" w:rsidRPr="00AC3C35" w:rsidRDefault="009C2650" w:rsidP="00AC3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8D40BCC"/>
    <w:multiLevelType w:val="hybridMultilevel"/>
    <w:tmpl w:val="A40AC4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47893"/>
    <w:rsid w:val="00064BFE"/>
    <w:rsid w:val="00070B3E"/>
    <w:rsid w:val="00071F95"/>
    <w:rsid w:val="000737BB"/>
    <w:rsid w:val="00074E47"/>
    <w:rsid w:val="00086DC9"/>
    <w:rsid w:val="0008776E"/>
    <w:rsid w:val="000A5441"/>
    <w:rsid w:val="000C13F1"/>
    <w:rsid w:val="000D7BE6"/>
    <w:rsid w:val="000E2C86"/>
    <w:rsid w:val="000F0761"/>
    <w:rsid w:val="000F29F2"/>
    <w:rsid w:val="000F6B08"/>
    <w:rsid w:val="00101659"/>
    <w:rsid w:val="00107477"/>
    <w:rsid w:val="001078BF"/>
    <w:rsid w:val="00133957"/>
    <w:rsid w:val="001372F6"/>
    <w:rsid w:val="00140954"/>
    <w:rsid w:val="001441C2"/>
    <w:rsid w:val="00144385"/>
    <w:rsid w:val="00151293"/>
    <w:rsid w:val="00151D93"/>
    <w:rsid w:val="00156132"/>
    <w:rsid w:val="00156EF3"/>
    <w:rsid w:val="00170832"/>
    <w:rsid w:val="001726AE"/>
    <w:rsid w:val="00176E4F"/>
    <w:rsid w:val="0018546B"/>
    <w:rsid w:val="001A31B6"/>
    <w:rsid w:val="001A4F45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A6788"/>
    <w:rsid w:val="002C55E9"/>
    <w:rsid w:val="002D0C8B"/>
    <w:rsid w:val="002E193E"/>
    <w:rsid w:val="002F1BE6"/>
    <w:rsid w:val="00305546"/>
    <w:rsid w:val="00316FF9"/>
    <w:rsid w:val="00321C7C"/>
    <w:rsid w:val="00337E82"/>
    <w:rsid w:val="00350BB1"/>
    <w:rsid w:val="00352C83"/>
    <w:rsid w:val="003651BD"/>
    <w:rsid w:val="0037067D"/>
    <w:rsid w:val="00385E59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02874"/>
    <w:rsid w:val="004127E3"/>
    <w:rsid w:val="00423D30"/>
    <w:rsid w:val="0043212E"/>
    <w:rsid w:val="00434366"/>
    <w:rsid w:val="00444423"/>
    <w:rsid w:val="00444F64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B3D30"/>
    <w:rsid w:val="004B667B"/>
    <w:rsid w:val="004C2244"/>
    <w:rsid w:val="004C79A1"/>
    <w:rsid w:val="004D0D5F"/>
    <w:rsid w:val="004D1569"/>
    <w:rsid w:val="004D2710"/>
    <w:rsid w:val="004D44B1"/>
    <w:rsid w:val="004D7154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37FE5"/>
    <w:rsid w:val="006404B5"/>
    <w:rsid w:val="006452B8"/>
    <w:rsid w:val="00652E62"/>
    <w:rsid w:val="006568C0"/>
    <w:rsid w:val="00687B62"/>
    <w:rsid w:val="00690C44"/>
    <w:rsid w:val="006969D9"/>
    <w:rsid w:val="006A2B68"/>
    <w:rsid w:val="006B19B1"/>
    <w:rsid w:val="006C2F32"/>
    <w:rsid w:val="006D4448"/>
    <w:rsid w:val="006D5D14"/>
    <w:rsid w:val="006E2C4D"/>
    <w:rsid w:val="00705EEC"/>
    <w:rsid w:val="00707741"/>
    <w:rsid w:val="00722769"/>
    <w:rsid w:val="00722BB0"/>
    <w:rsid w:val="00727901"/>
    <w:rsid w:val="0073075B"/>
    <w:rsid w:val="007341FF"/>
    <w:rsid w:val="007400E6"/>
    <w:rsid w:val="007404E9"/>
    <w:rsid w:val="00742D16"/>
    <w:rsid w:val="007444CF"/>
    <w:rsid w:val="00745591"/>
    <w:rsid w:val="0076523B"/>
    <w:rsid w:val="00770C15"/>
    <w:rsid w:val="00771B60"/>
    <w:rsid w:val="0077261D"/>
    <w:rsid w:val="00781D77"/>
    <w:rsid w:val="007860B7"/>
    <w:rsid w:val="0078631E"/>
    <w:rsid w:val="00786DC8"/>
    <w:rsid w:val="007A1149"/>
    <w:rsid w:val="007D5A78"/>
    <w:rsid w:val="007E3BD1"/>
    <w:rsid w:val="007F1563"/>
    <w:rsid w:val="007F1671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421E"/>
    <w:rsid w:val="00886790"/>
    <w:rsid w:val="008908DE"/>
    <w:rsid w:val="00894FBB"/>
    <w:rsid w:val="008A12ED"/>
    <w:rsid w:val="008B2C77"/>
    <w:rsid w:val="008B4AD2"/>
    <w:rsid w:val="008B71C9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308B"/>
    <w:rsid w:val="009527CB"/>
    <w:rsid w:val="00953835"/>
    <w:rsid w:val="00960F6C"/>
    <w:rsid w:val="00970747"/>
    <w:rsid w:val="0098725E"/>
    <w:rsid w:val="009A5900"/>
    <w:rsid w:val="009A6BB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4959"/>
    <w:rsid w:val="00A6651B"/>
    <w:rsid w:val="00A76C6C"/>
    <w:rsid w:val="00A772D9"/>
    <w:rsid w:val="00A92DD1"/>
    <w:rsid w:val="00A938D8"/>
    <w:rsid w:val="00AA5338"/>
    <w:rsid w:val="00AB1B8E"/>
    <w:rsid w:val="00AC0696"/>
    <w:rsid w:val="00AC3C35"/>
    <w:rsid w:val="00AC4C98"/>
    <w:rsid w:val="00AC5F6B"/>
    <w:rsid w:val="00AD3896"/>
    <w:rsid w:val="00AD5B47"/>
    <w:rsid w:val="00AD6A1D"/>
    <w:rsid w:val="00AE1ED9"/>
    <w:rsid w:val="00AE29E2"/>
    <w:rsid w:val="00AE32CB"/>
    <w:rsid w:val="00AE779A"/>
    <w:rsid w:val="00AF3957"/>
    <w:rsid w:val="00B077F6"/>
    <w:rsid w:val="00B12013"/>
    <w:rsid w:val="00B13D9D"/>
    <w:rsid w:val="00B22C67"/>
    <w:rsid w:val="00B25F74"/>
    <w:rsid w:val="00B32F02"/>
    <w:rsid w:val="00B3508F"/>
    <w:rsid w:val="00B443EE"/>
    <w:rsid w:val="00B560C8"/>
    <w:rsid w:val="00B61150"/>
    <w:rsid w:val="00B65BC7"/>
    <w:rsid w:val="00B72DC7"/>
    <w:rsid w:val="00B746B9"/>
    <w:rsid w:val="00B848D4"/>
    <w:rsid w:val="00B865B7"/>
    <w:rsid w:val="00B929E7"/>
    <w:rsid w:val="00BA1CB1"/>
    <w:rsid w:val="00BA482D"/>
    <w:rsid w:val="00BB0DD0"/>
    <w:rsid w:val="00BB23F4"/>
    <w:rsid w:val="00BC5075"/>
    <w:rsid w:val="00BD3B0F"/>
    <w:rsid w:val="00BE1384"/>
    <w:rsid w:val="00BF05B8"/>
    <w:rsid w:val="00BF1D4C"/>
    <w:rsid w:val="00BF3F0A"/>
    <w:rsid w:val="00BF7762"/>
    <w:rsid w:val="00C065B8"/>
    <w:rsid w:val="00C143C3"/>
    <w:rsid w:val="00C1739B"/>
    <w:rsid w:val="00C26067"/>
    <w:rsid w:val="00C30A29"/>
    <w:rsid w:val="00C317DC"/>
    <w:rsid w:val="00C578E9"/>
    <w:rsid w:val="00C606B0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57D5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488F"/>
    <w:rsid w:val="00D07D4E"/>
    <w:rsid w:val="00D115AA"/>
    <w:rsid w:val="00D139FF"/>
    <w:rsid w:val="00D145BE"/>
    <w:rsid w:val="00D20C57"/>
    <w:rsid w:val="00D25D16"/>
    <w:rsid w:val="00D30BC5"/>
    <w:rsid w:val="00D32124"/>
    <w:rsid w:val="00D527EF"/>
    <w:rsid w:val="00D5489A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371E"/>
    <w:rsid w:val="00DC5A3A"/>
    <w:rsid w:val="00DF312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D0DDA"/>
    <w:rsid w:val="00EF01F8"/>
    <w:rsid w:val="00EF40EF"/>
    <w:rsid w:val="00F07C48"/>
    <w:rsid w:val="00F124A1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9538D"/>
    <w:rsid w:val="00FE0282"/>
    <w:rsid w:val="00FE124D"/>
    <w:rsid w:val="00FE792C"/>
    <w:rsid w:val="00FF2CCA"/>
    <w:rsid w:val="00FF44A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B13D9D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B57D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7DB814-0DD6-4913-8536-3C5BE24BE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03F7F7E-EA7B-44E5-8009-937FC787F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294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Lucinda O'Brien</cp:lastModifiedBy>
  <cp:revision>34</cp:revision>
  <cp:lastPrinted>2017-11-12T02:50:00Z</cp:lastPrinted>
  <dcterms:created xsi:type="dcterms:W3CDTF">2017-10-06T06:59:00Z</dcterms:created>
  <dcterms:modified xsi:type="dcterms:W3CDTF">2017-11-29T05:33:00Z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